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D2" w:rsidRDefault="000665D2">
      <w:pPr>
        <w:rPr>
          <w:sz w:val="24"/>
          <w:szCs w:val="24"/>
        </w:rPr>
      </w:pPr>
    </w:p>
    <w:tbl>
      <w:tblPr>
        <w:tblStyle w:val="TableGrid"/>
        <w:tblW w:w="11004" w:type="dxa"/>
        <w:tblLook w:val="04A0" w:firstRow="1" w:lastRow="0" w:firstColumn="1" w:lastColumn="0" w:noHBand="0" w:noVBand="1"/>
      </w:tblPr>
      <w:tblGrid>
        <w:gridCol w:w="5255"/>
        <w:gridCol w:w="217"/>
        <w:gridCol w:w="5532"/>
      </w:tblGrid>
      <w:tr w:rsidR="000665D2" w:rsidTr="00B05097">
        <w:trPr>
          <w:trHeight w:val="6635"/>
        </w:trPr>
        <w:tc>
          <w:tcPr>
            <w:tcW w:w="5255" w:type="dxa"/>
            <w:vAlign w:val="center"/>
          </w:tcPr>
          <w:p w:rsidR="000665D2" w:rsidRPr="000665D2" w:rsidRDefault="000665D2" w:rsidP="000665D2">
            <w:pPr>
              <w:jc w:val="center"/>
              <w:rPr>
                <w:sz w:val="120"/>
                <w:szCs w:val="120"/>
              </w:rPr>
            </w:pPr>
            <w:r w:rsidRPr="000665D2">
              <w:rPr>
                <w:sz w:val="120"/>
                <w:szCs w:val="120"/>
              </w:rPr>
              <w:t>RATIONAL</w:t>
            </w:r>
          </w:p>
          <w:p w:rsidR="000665D2" w:rsidRDefault="000665D2" w:rsidP="000665D2">
            <w:pPr>
              <w:jc w:val="center"/>
              <w:rPr>
                <w:sz w:val="96"/>
                <w:szCs w:val="96"/>
              </w:rPr>
            </w:pPr>
          </w:p>
          <w:p w:rsidR="000665D2" w:rsidRPr="00B05097" w:rsidRDefault="000665D2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 be a fraction</w:t>
            </w:r>
          </w:p>
          <w:p w:rsidR="000665D2" w:rsidRPr="000665D2" w:rsidRDefault="000665D2" w:rsidP="000665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Align w:val="center"/>
          </w:tcPr>
          <w:p w:rsidR="000665D2" w:rsidRPr="000665D2" w:rsidRDefault="000665D2" w:rsidP="000665D2">
            <w:pPr>
              <w:jc w:val="center"/>
              <w:rPr>
                <w:sz w:val="120"/>
                <w:szCs w:val="120"/>
              </w:rPr>
            </w:pPr>
            <w:r w:rsidRPr="000665D2">
              <w:rPr>
                <w:sz w:val="120"/>
                <w:szCs w:val="120"/>
              </w:rPr>
              <w:t>RATIONAL</w:t>
            </w:r>
          </w:p>
          <w:p w:rsidR="000665D2" w:rsidRDefault="000665D2" w:rsidP="000665D2">
            <w:pPr>
              <w:jc w:val="center"/>
              <w:rPr>
                <w:sz w:val="96"/>
                <w:szCs w:val="96"/>
              </w:rPr>
            </w:pPr>
          </w:p>
          <w:p w:rsidR="000665D2" w:rsidRPr="00B05097" w:rsidRDefault="000665D2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 be a fraction</w:t>
            </w:r>
          </w:p>
          <w:p w:rsidR="000665D2" w:rsidRDefault="000665D2" w:rsidP="000665D2">
            <w:pPr>
              <w:jc w:val="center"/>
              <w:rPr>
                <w:sz w:val="24"/>
                <w:szCs w:val="24"/>
              </w:rPr>
            </w:pPr>
          </w:p>
        </w:tc>
      </w:tr>
      <w:tr w:rsidR="000665D2" w:rsidTr="00B05097">
        <w:trPr>
          <w:trHeight w:val="6984"/>
        </w:trPr>
        <w:tc>
          <w:tcPr>
            <w:tcW w:w="5255" w:type="dxa"/>
            <w:vAlign w:val="center"/>
          </w:tcPr>
          <w:p w:rsidR="000665D2" w:rsidRPr="000665D2" w:rsidRDefault="000665D2" w:rsidP="000665D2">
            <w:pPr>
              <w:jc w:val="center"/>
              <w:rPr>
                <w:sz w:val="120"/>
                <w:szCs w:val="120"/>
              </w:rPr>
            </w:pPr>
            <w:r w:rsidRPr="000665D2">
              <w:rPr>
                <w:sz w:val="120"/>
                <w:szCs w:val="120"/>
              </w:rPr>
              <w:t>RATIONAL</w:t>
            </w:r>
          </w:p>
          <w:p w:rsidR="000665D2" w:rsidRDefault="000665D2" w:rsidP="000665D2">
            <w:pPr>
              <w:jc w:val="center"/>
              <w:rPr>
                <w:sz w:val="96"/>
                <w:szCs w:val="96"/>
              </w:rPr>
            </w:pPr>
          </w:p>
          <w:p w:rsidR="000665D2" w:rsidRPr="00B05097" w:rsidRDefault="000665D2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 be a fraction</w:t>
            </w:r>
          </w:p>
          <w:p w:rsidR="000665D2" w:rsidRDefault="000665D2" w:rsidP="000665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Align w:val="center"/>
          </w:tcPr>
          <w:p w:rsidR="000665D2" w:rsidRPr="000665D2" w:rsidRDefault="000665D2" w:rsidP="000665D2">
            <w:pPr>
              <w:jc w:val="center"/>
              <w:rPr>
                <w:sz w:val="120"/>
                <w:szCs w:val="120"/>
              </w:rPr>
            </w:pPr>
            <w:r w:rsidRPr="000665D2">
              <w:rPr>
                <w:sz w:val="120"/>
                <w:szCs w:val="120"/>
              </w:rPr>
              <w:t>RATIONAL</w:t>
            </w:r>
          </w:p>
          <w:p w:rsidR="000665D2" w:rsidRDefault="000665D2" w:rsidP="000665D2">
            <w:pPr>
              <w:jc w:val="center"/>
              <w:rPr>
                <w:sz w:val="96"/>
                <w:szCs w:val="96"/>
              </w:rPr>
            </w:pPr>
          </w:p>
          <w:p w:rsidR="000665D2" w:rsidRPr="00B05097" w:rsidRDefault="000665D2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 be a fraction</w:t>
            </w:r>
          </w:p>
          <w:p w:rsidR="000665D2" w:rsidRDefault="000665D2" w:rsidP="000665D2">
            <w:pPr>
              <w:jc w:val="center"/>
              <w:rPr>
                <w:sz w:val="24"/>
                <w:szCs w:val="24"/>
              </w:rPr>
            </w:pPr>
          </w:p>
        </w:tc>
      </w:tr>
      <w:tr w:rsidR="00B05097" w:rsidTr="00B05097">
        <w:trPr>
          <w:trHeight w:val="6635"/>
        </w:trPr>
        <w:tc>
          <w:tcPr>
            <w:tcW w:w="5472" w:type="dxa"/>
            <w:gridSpan w:val="2"/>
            <w:vAlign w:val="center"/>
          </w:tcPr>
          <w:p w:rsidR="00B05097" w:rsidRPr="00B05097" w:rsidRDefault="00B05097" w:rsidP="00D72349">
            <w:pPr>
              <w:jc w:val="center"/>
              <w:rPr>
                <w:sz w:val="100"/>
                <w:szCs w:val="100"/>
              </w:rPr>
            </w:pPr>
            <w:r w:rsidRPr="00B05097">
              <w:rPr>
                <w:sz w:val="100"/>
                <w:szCs w:val="100"/>
              </w:rPr>
              <w:lastRenderedPageBreak/>
              <w:t>IRRATIONAL</w:t>
            </w:r>
          </w:p>
          <w:p w:rsidR="00B05097" w:rsidRPr="00B05097" w:rsidRDefault="00B05097" w:rsidP="00D72349">
            <w:pPr>
              <w:jc w:val="center"/>
              <w:rPr>
                <w:sz w:val="100"/>
                <w:szCs w:val="100"/>
              </w:rPr>
            </w:pPr>
          </w:p>
          <w:p w:rsidR="00B05097" w:rsidRPr="00B05097" w:rsidRDefault="00B05097" w:rsidP="00D72349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 xml:space="preserve">Cannot </w:t>
            </w:r>
          </w:p>
          <w:p w:rsidR="00B05097" w:rsidRPr="000665D2" w:rsidRDefault="00B05097" w:rsidP="00D72349">
            <w:pPr>
              <w:jc w:val="center"/>
              <w:rPr>
                <w:sz w:val="96"/>
                <w:szCs w:val="96"/>
              </w:rPr>
            </w:pPr>
            <w:r w:rsidRPr="00B05097">
              <w:rPr>
                <w:sz w:val="72"/>
                <w:szCs w:val="72"/>
              </w:rPr>
              <w:t>be a fraction</w:t>
            </w:r>
          </w:p>
          <w:p w:rsidR="00B05097" w:rsidRDefault="00B05097" w:rsidP="00D723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32" w:type="dxa"/>
            <w:vAlign w:val="center"/>
          </w:tcPr>
          <w:p w:rsidR="00B05097" w:rsidRPr="00B05097" w:rsidRDefault="00B05097" w:rsidP="00D72349">
            <w:pPr>
              <w:jc w:val="center"/>
              <w:rPr>
                <w:sz w:val="100"/>
                <w:szCs w:val="100"/>
              </w:rPr>
            </w:pPr>
            <w:r w:rsidRPr="00B05097">
              <w:rPr>
                <w:sz w:val="100"/>
                <w:szCs w:val="100"/>
              </w:rPr>
              <w:t>IRRATIONAL</w:t>
            </w:r>
          </w:p>
          <w:p w:rsidR="00B05097" w:rsidRDefault="00B05097" w:rsidP="00D72349">
            <w:pPr>
              <w:jc w:val="center"/>
              <w:rPr>
                <w:sz w:val="96"/>
                <w:szCs w:val="96"/>
              </w:rPr>
            </w:pPr>
          </w:p>
          <w:p w:rsidR="00B05097" w:rsidRPr="00B05097" w:rsidRDefault="00B05097" w:rsidP="00D72349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Cannot</w:t>
            </w:r>
          </w:p>
          <w:p w:rsidR="00B05097" w:rsidRPr="00B05097" w:rsidRDefault="00B05097" w:rsidP="00D72349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be a fraction</w:t>
            </w:r>
          </w:p>
          <w:p w:rsidR="00B05097" w:rsidRDefault="00B05097" w:rsidP="00D72349">
            <w:pPr>
              <w:jc w:val="center"/>
              <w:rPr>
                <w:sz w:val="24"/>
                <w:szCs w:val="24"/>
              </w:rPr>
            </w:pPr>
          </w:p>
        </w:tc>
      </w:tr>
      <w:tr w:rsidR="00B05097" w:rsidTr="00B05097">
        <w:trPr>
          <w:trHeight w:val="6984"/>
        </w:trPr>
        <w:tc>
          <w:tcPr>
            <w:tcW w:w="5472" w:type="dxa"/>
            <w:gridSpan w:val="2"/>
            <w:vAlign w:val="center"/>
          </w:tcPr>
          <w:p w:rsidR="00B05097" w:rsidRPr="00B05097" w:rsidRDefault="00B05097" w:rsidP="000665D2">
            <w:pPr>
              <w:jc w:val="center"/>
              <w:rPr>
                <w:sz w:val="100"/>
                <w:szCs w:val="100"/>
              </w:rPr>
            </w:pPr>
            <w:r w:rsidRPr="00B05097">
              <w:rPr>
                <w:sz w:val="100"/>
                <w:szCs w:val="100"/>
              </w:rPr>
              <w:t>IRRATIONAL</w:t>
            </w:r>
          </w:p>
          <w:p w:rsidR="00B05097" w:rsidRPr="00B05097" w:rsidRDefault="00B05097" w:rsidP="000665D2">
            <w:pPr>
              <w:jc w:val="center"/>
              <w:rPr>
                <w:sz w:val="100"/>
                <w:szCs w:val="100"/>
              </w:rPr>
            </w:pPr>
          </w:p>
          <w:p w:rsidR="00B05097" w:rsidRPr="00B05097" w:rsidRDefault="00B05097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 xml:space="preserve">Cannot </w:t>
            </w:r>
          </w:p>
          <w:p w:rsidR="00B05097" w:rsidRPr="000665D2" w:rsidRDefault="00B05097" w:rsidP="000665D2">
            <w:pPr>
              <w:jc w:val="center"/>
              <w:rPr>
                <w:sz w:val="96"/>
                <w:szCs w:val="96"/>
              </w:rPr>
            </w:pPr>
            <w:r w:rsidRPr="00B05097">
              <w:rPr>
                <w:sz w:val="72"/>
                <w:szCs w:val="72"/>
              </w:rPr>
              <w:t>be a fraction</w:t>
            </w:r>
          </w:p>
          <w:p w:rsidR="00B05097" w:rsidRDefault="00B05097" w:rsidP="000665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32" w:type="dxa"/>
            <w:vAlign w:val="center"/>
          </w:tcPr>
          <w:p w:rsidR="00B05097" w:rsidRPr="00B05097" w:rsidRDefault="00B05097" w:rsidP="000665D2">
            <w:pPr>
              <w:jc w:val="center"/>
              <w:rPr>
                <w:sz w:val="100"/>
                <w:szCs w:val="100"/>
              </w:rPr>
            </w:pPr>
            <w:r w:rsidRPr="00B05097">
              <w:rPr>
                <w:sz w:val="100"/>
                <w:szCs w:val="100"/>
              </w:rPr>
              <w:t>IRRATIONAL</w:t>
            </w:r>
          </w:p>
          <w:p w:rsidR="00B05097" w:rsidRDefault="00B05097" w:rsidP="000665D2">
            <w:pPr>
              <w:jc w:val="center"/>
              <w:rPr>
                <w:sz w:val="96"/>
                <w:szCs w:val="96"/>
              </w:rPr>
            </w:pPr>
          </w:p>
          <w:p w:rsidR="00B05097" w:rsidRPr="00B05097" w:rsidRDefault="00B05097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Cannot</w:t>
            </w:r>
          </w:p>
          <w:p w:rsidR="00B05097" w:rsidRPr="00B05097" w:rsidRDefault="00B05097" w:rsidP="000665D2">
            <w:pPr>
              <w:jc w:val="center"/>
              <w:rPr>
                <w:sz w:val="72"/>
                <w:szCs w:val="72"/>
              </w:rPr>
            </w:pPr>
            <w:r w:rsidRPr="00B05097">
              <w:rPr>
                <w:sz w:val="72"/>
                <w:szCs w:val="72"/>
              </w:rPr>
              <w:t>be a fraction</w:t>
            </w:r>
          </w:p>
          <w:p w:rsidR="00B05097" w:rsidRDefault="00B05097" w:rsidP="000665D2">
            <w:pPr>
              <w:jc w:val="center"/>
              <w:rPr>
                <w:sz w:val="24"/>
                <w:szCs w:val="24"/>
              </w:rPr>
            </w:pPr>
          </w:p>
        </w:tc>
      </w:tr>
    </w:tbl>
    <w:p w:rsidR="00143388" w:rsidRPr="000665D2" w:rsidRDefault="00143388" w:rsidP="007E514E">
      <w:pPr>
        <w:rPr>
          <w:sz w:val="24"/>
          <w:szCs w:val="24"/>
        </w:rPr>
      </w:pPr>
      <w:bookmarkStart w:id="0" w:name="_GoBack"/>
      <w:bookmarkEnd w:id="0"/>
    </w:p>
    <w:sectPr w:rsidR="00143388" w:rsidRPr="000665D2" w:rsidSect="000665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88"/>
    <w:rsid w:val="000665D2"/>
    <w:rsid w:val="00143388"/>
    <w:rsid w:val="003E4896"/>
    <w:rsid w:val="007E514E"/>
    <w:rsid w:val="008C0182"/>
    <w:rsid w:val="00B05097"/>
    <w:rsid w:val="00D31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5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74AEF32E.dotm</Template>
  <TotalTime>0</TotalTime>
  <Pages>2</Pages>
  <Words>38</Words>
  <Characters>222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cp:lastPrinted>2012-07-26T13:40:00Z</cp:lastPrinted>
  <dcterms:created xsi:type="dcterms:W3CDTF">2012-07-26T13:40:00Z</dcterms:created>
  <dcterms:modified xsi:type="dcterms:W3CDTF">2012-07-26T13:40:00Z</dcterms:modified>
</cp:coreProperties>
</file>